
<file path=[Content_Types].xml><?xml version="1.0" encoding="utf-8"?>
<Types xmlns="http://schemas.openxmlformats.org/package/2006/content-types">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FCFC">
    <v:background id="_x0000_s2049" o:bwmode="white" fillcolor="#fdfcfc">
      <v:fill r:id="rId3" o:title="Image4" type="tile"/>
    </v:background>
  </w:background>
  <w:body>
    <w:p w14:paraId="52371E78" w14:textId="076DA885" w:rsidR="00C40DAE" w:rsidRPr="00FD219A" w:rsidRDefault="00C40DAE" w:rsidP="00FD219A">
      <w:pPr>
        <w:tabs>
          <w:tab w:val="left" w:pos="4560"/>
          <w:tab w:val="right" w:pos="9638"/>
        </w:tabs>
        <w:spacing w:line="276" w:lineRule="auto"/>
        <w:rPr>
          <w:rFonts w:ascii="ArialMT" w:hAnsi="ArialMT"/>
          <w:color w:val="474747"/>
          <w:sz w:val="20"/>
        </w:rPr>
      </w:pPr>
    </w:p>
    <w:p w14:paraId="3778B875" w14:textId="70124E95" w:rsidR="00F86126" w:rsidRPr="00FD219A" w:rsidRDefault="00573A2B" w:rsidP="00FD219A">
      <w:pPr>
        <w:tabs>
          <w:tab w:val="left" w:pos="4350"/>
        </w:tabs>
        <w:spacing w:line="276" w:lineRule="auto"/>
        <w:jc w:val="center"/>
        <w:rPr>
          <w:b/>
          <w:sz w:val="28"/>
          <w:szCs w:val="28"/>
        </w:rPr>
      </w:pPr>
      <w:r w:rsidRPr="0001780B">
        <w:rPr>
          <w:b/>
          <w:sz w:val="28"/>
          <w:szCs w:val="28"/>
          <w:bdr w:val="single" w:sz="4" w:space="0" w:color="auto"/>
          <w:shd w:val="clear" w:color="auto" w:fill="FBD4B4" w:themeFill="accent6" w:themeFillTint="66"/>
        </w:rPr>
        <w:t xml:space="preserve">DOSSIER D’INSCRIPTION </w:t>
      </w:r>
      <w:r w:rsidR="00A21867">
        <w:rPr>
          <w:b/>
          <w:sz w:val="28"/>
          <w:szCs w:val="28"/>
          <w:bdr w:val="single" w:sz="4" w:space="0" w:color="auto"/>
          <w:shd w:val="clear" w:color="auto" w:fill="FBD4B4" w:themeFill="accent6" w:themeFillTint="66"/>
        </w:rPr>
        <w:t>TIAC</w:t>
      </w:r>
      <w:r w:rsidRPr="0001780B">
        <w:rPr>
          <w:b/>
          <w:sz w:val="28"/>
          <w:szCs w:val="28"/>
          <w:bdr w:val="single" w:sz="4" w:space="0" w:color="auto"/>
          <w:shd w:val="clear" w:color="auto" w:fill="FBD4B4" w:themeFill="accent6" w:themeFillTint="66"/>
        </w:rPr>
        <w:t xml:space="preserve"> 20</w:t>
      </w:r>
      <w:r w:rsidR="00671835">
        <w:rPr>
          <w:b/>
          <w:sz w:val="28"/>
          <w:szCs w:val="28"/>
          <w:bdr w:val="single" w:sz="4" w:space="0" w:color="auto"/>
          <w:shd w:val="clear" w:color="auto" w:fill="FBD4B4" w:themeFill="accent6" w:themeFillTint="66"/>
        </w:rPr>
        <w:t>2</w:t>
      </w:r>
      <w:r w:rsidR="008D689B">
        <w:rPr>
          <w:b/>
          <w:sz w:val="28"/>
          <w:szCs w:val="28"/>
          <w:bdr w:val="single" w:sz="4" w:space="0" w:color="auto"/>
          <w:shd w:val="clear" w:color="auto" w:fill="FBD4B4" w:themeFill="accent6" w:themeFillTint="66"/>
        </w:rPr>
        <w:t>4</w:t>
      </w:r>
      <w:r w:rsidR="001B609B">
        <w:rPr>
          <w:b/>
          <w:sz w:val="28"/>
          <w:szCs w:val="28"/>
          <w:bdr w:val="single" w:sz="4" w:space="0" w:color="auto"/>
          <w:shd w:val="clear" w:color="auto" w:fill="FBD4B4" w:themeFill="accent6" w:themeFillTint="66"/>
        </w:rPr>
        <w:t xml:space="preserve"> - 202</w:t>
      </w:r>
      <w:r w:rsidR="008D689B">
        <w:rPr>
          <w:b/>
          <w:sz w:val="28"/>
          <w:szCs w:val="28"/>
          <w:bdr w:val="single" w:sz="4" w:space="0" w:color="auto"/>
          <w:shd w:val="clear" w:color="auto" w:fill="FBD4B4" w:themeFill="accent6" w:themeFillTint="66"/>
        </w:rPr>
        <w:t>5</w:t>
      </w:r>
    </w:p>
    <w:p w14:paraId="7F05723E" w14:textId="77777777" w:rsidR="00B93889" w:rsidRPr="00F671D1" w:rsidRDefault="00B93889" w:rsidP="00F86126">
      <w:pPr>
        <w:pStyle w:val="En-tte"/>
        <w:tabs>
          <w:tab w:val="left" w:pos="708"/>
        </w:tabs>
        <w:spacing w:line="276" w:lineRule="auto"/>
        <w:jc w:val="both"/>
        <w:rPr>
          <w:sz w:val="20"/>
          <w:szCs w:val="20"/>
        </w:rPr>
      </w:pPr>
    </w:p>
    <w:p w14:paraId="0EFCBB9F" w14:textId="77777777" w:rsidR="00573A2B" w:rsidRDefault="00B93889" w:rsidP="00FD219A">
      <w:pPr>
        <w:pStyle w:val="En-tte"/>
        <w:pBdr>
          <w:top w:val="single" w:sz="4" w:space="1" w:color="auto"/>
          <w:left w:val="single" w:sz="4" w:space="0" w:color="auto"/>
          <w:bottom w:val="single" w:sz="4" w:space="1" w:color="auto"/>
          <w:right w:val="single" w:sz="4" w:space="0" w:color="auto"/>
        </w:pBdr>
        <w:shd w:val="clear" w:color="auto" w:fill="B2A1C7"/>
        <w:tabs>
          <w:tab w:val="left" w:pos="708"/>
        </w:tabs>
        <w:spacing w:line="276" w:lineRule="auto"/>
        <w:jc w:val="both"/>
        <w:rPr>
          <w:sz w:val="22"/>
        </w:rPr>
      </w:pPr>
      <w:r>
        <w:rPr>
          <w:b/>
          <w:bCs/>
          <w:sz w:val="22"/>
        </w:rPr>
        <w:t>ETAT CIVIL</w:t>
      </w:r>
    </w:p>
    <w:p w14:paraId="10B6896C" w14:textId="77777777" w:rsidR="00573A2B" w:rsidRPr="00A21867" w:rsidRDefault="00573A2B" w:rsidP="00FD219A">
      <w:pPr>
        <w:pStyle w:val="En-tte"/>
        <w:tabs>
          <w:tab w:val="clear" w:pos="4536"/>
          <w:tab w:val="clear" w:pos="9072"/>
          <w:tab w:val="center" w:pos="142"/>
        </w:tabs>
        <w:spacing w:line="276" w:lineRule="auto"/>
        <w:ind w:left="1843"/>
        <w:jc w:val="both"/>
        <w:rPr>
          <w:szCs w:val="24"/>
        </w:rPr>
      </w:pPr>
      <w:r w:rsidRPr="00A21867">
        <w:rPr>
          <w:szCs w:val="24"/>
        </w:rPr>
        <w:sym w:font="Symbol" w:char="F09B"/>
      </w:r>
      <w:r w:rsidRPr="00A21867">
        <w:rPr>
          <w:szCs w:val="24"/>
        </w:rPr>
        <w:t xml:space="preserve">  Melle </w:t>
      </w:r>
      <w:r w:rsidRPr="00A21867">
        <w:rPr>
          <w:szCs w:val="24"/>
        </w:rPr>
        <w:tab/>
      </w:r>
      <w:r w:rsidRPr="00A21867">
        <w:rPr>
          <w:szCs w:val="24"/>
        </w:rPr>
        <w:sym w:font="Symbol" w:char="F09B"/>
      </w:r>
      <w:r w:rsidRPr="00A21867">
        <w:rPr>
          <w:szCs w:val="24"/>
        </w:rPr>
        <w:t xml:space="preserve">  Mme          </w:t>
      </w:r>
      <w:r w:rsidRPr="00A21867">
        <w:rPr>
          <w:szCs w:val="24"/>
        </w:rPr>
        <w:sym w:font="Symbol" w:char="F09B"/>
      </w:r>
      <w:r w:rsidRPr="00A21867">
        <w:rPr>
          <w:szCs w:val="24"/>
        </w:rPr>
        <w:t xml:space="preserve">  Mr</w:t>
      </w:r>
    </w:p>
    <w:p w14:paraId="45C2B2B9" w14:textId="77777777" w:rsidR="00573A2B" w:rsidRPr="00A21867" w:rsidRDefault="00573A2B" w:rsidP="00FD219A">
      <w:pPr>
        <w:pStyle w:val="En-tte"/>
        <w:tabs>
          <w:tab w:val="clear" w:pos="4536"/>
          <w:tab w:val="clear" w:pos="9072"/>
          <w:tab w:val="center" w:pos="142"/>
        </w:tabs>
        <w:spacing w:line="276" w:lineRule="auto"/>
        <w:ind w:left="1843"/>
        <w:jc w:val="both"/>
        <w:rPr>
          <w:sz w:val="28"/>
          <w:szCs w:val="32"/>
        </w:rPr>
      </w:pPr>
      <w:r w:rsidRPr="00A21867">
        <w:rPr>
          <w:szCs w:val="24"/>
        </w:rPr>
        <w:t>Nom…………………………………………………………….                Prénom……………………………………….</w:t>
      </w:r>
    </w:p>
    <w:p w14:paraId="594F4FC7" w14:textId="77777777" w:rsidR="00573A2B" w:rsidRPr="00A21867" w:rsidRDefault="00573A2B" w:rsidP="00FD219A">
      <w:pPr>
        <w:pStyle w:val="En-tte"/>
        <w:tabs>
          <w:tab w:val="left" w:pos="708"/>
        </w:tabs>
        <w:spacing w:line="276" w:lineRule="auto"/>
        <w:ind w:left="1843"/>
        <w:jc w:val="both"/>
        <w:rPr>
          <w:szCs w:val="24"/>
        </w:rPr>
      </w:pPr>
      <w:r w:rsidRPr="00A21867">
        <w:rPr>
          <w:szCs w:val="24"/>
        </w:rPr>
        <w:t>Né(e) le  /__/__/__/             à…………………………………              Dépt :……………………………….</w:t>
      </w:r>
    </w:p>
    <w:p w14:paraId="52B466B3" w14:textId="77777777" w:rsidR="00573A2B" w:rsidRPr="00A21867" w:rsidRDefault="00573A2B" w:rsidP="00FD219A">
      <w:pPr>
        <w:spacing w:line="276" w:lineRule="auto"/>
        <w:ind w:left="1843"/>
        <w:jc w:val="both"/>
        <w:rPr>
          <w:szCs w:val="24"/>
        </w:rPr>
      </w:pPr>
      <w:r w:rsidRPr="00A21867">
        <w:rPr>
          <w:szCs w:val="24"/>
        </w:rPr>
        <w:t>Pays de naissance :…………………………………                              Nationalité :…………………</w:t>
      </w:r>
    </w:p>
    <w:p w14:paraId="6DD4BFF6" w14:textId="77777777" w:rsidR="00573A2B" w:rsidRPr="00A21867" w:rsidRDefault="00573A2B" w:rsidP="00FD219A">
      <w:pPr>
        <w:spacing w:line="276" w:lineRule="auto"/>
        <w:ind w:left="1843"/>
        <w:jc w:val="both"/>
        <w:rPr>
          <w:szCs w:val="24"/>
        </w:rPr>
      </w:pPr>
      <w:r w:rsidRPr="00A21867">
        <w:rPr>
          <w:szCs w:val="24"/>
        </w:rPr>
        <w:t>Téléphone :………………………………………</w:t>
      </w:r>
    </w:p>
    <w:p w14:paraId="15D51F87" w14:textId="77777777" w:rsidR="00573A2B" w:rsidRPr="00A21867" w:rsidRDefault="00573A2B" w:rsidP="00FD219A">
      <w:pPr>
        <w:spacing w:line="276" w:lineRule="auto"/>
        <w:ind w:left="1843"/>
        <w:jc w:val="both"/>
        <w:rPr>
          <w:szCs w:val="24"/>
        </w:rPr>
      </w:pPr>
      <w:r w:rsidRPr="00A21867">
        <w:rPr>
          <w:szCs w:val="24"/>
        </w:rPr>
        <w:t>Adresse :……………………………………………………………………………………………………</w:t>
      </w:r>
    </w:p>
    <w:p w14:paraId="2C274BE5" w14:textId="77777777" w:rsidR="00573A2B" w:rsidRPr="00A21867" w:rsidRDefault="00573A2B" w:rsidP="00FD219A">
      <w:pPr>
        <w:spacing w:line="276" w:lineRule="auto"/>
        <w:ind w:left="1843"/>
        <w:jc w:val="both"/>
        <w:rPr>
          <w:szCs w:val="24"/>
        </w:rPr>
      </w:pPr>
      <w:r w:rsidRPr="00A21867">
        <w:rPr>
          <w:szCs w:val="24"/>
        </w:rPr>
        <w:t xml:space="preserve">Code Postal : /_/_/_/_/_/     Ville :……………………………          </w:t>
      </w:r>
    </w:p>
    <w:p w14:paraId="1C3638D1" w14:textId="44EF5A50" w:rsidR="00573A2B" w:rsidRPr="00FD219A" w:rsidRDefault="00573A2B" w:rsidP="00FD219A">
      <w:pPr>
        <w:spacing w:line="276" w:lineRule="auto"/>
        <w:ind w:left="1843"/>
        <w:jc w:val="both"/>
        <w:rPr>
          <w:szCs w:val="24"/>
        </w:rPr>
      </w:pPr>
      <w:r w:rsidRPr="00A21867">
        <w:rPr>
          <w:szCs w:val="24"/>
        </w:rPr>
        <w:t>Email :…………………………………………………………………….</w:t>
      </w:r>
    </w:p>
    <w:p w14:paraId="6E83A5CD" w14:textId="77777777" w:rsidR="00F86126" w:rsidRPr="00573A2B" w:rsidRDefault="00F86126" w:rsidP="00F86126">
      <w:pPr>
        <w:spacing w:line="276" w:lineRule="auto"/>
      </w:pPr>
    </w:p>
    <w:p w14:paraId="672E62A5" w14:textId="77777777" w:rsidR="00573A2B" w:rsidRDefault="00573A2B" w:rsidP="00F86126">
      <w:pPr>
        <w:pStyle w:val="Titre1"/>
        <w:pBdr>
          <w:top w:val="single" w:sz="4" w:space="1" w:color="auto"/>
          <w:left w:val="single" w:sz="4" w:space="4" w:color="auto"/>
          <w:bottom w:val="single" w:sz="4" w:space="1" w:color="auto"/>
          <w:right w:val="single" w:sz="4" w:space="4" w:color="auto"/>
        </w:pBdr>
        <w:shd w:val="clear" w:color="auto" w:fill="B2A1C7"/>
        <w:tabs>
          <w:tab w:val="left" w:pos="1440"/>
        </w:tabs>
        <w:spacing w:line="276" w:lineRule="auto"/>
        <w:jc w:val="both"/>
        <w:rPr>
          <w:sz w:val="22"/>
        </w:rPr>
      </w:pPr>
      <w:r>
        <w:rPr>
          <w:sz w:val="22"/>
        </w:rPr>
        <w:t>ECOLE</w:t>
      </w:r>
      <w:r>
        <w:rPr>
          <w:sz w:val="22"/>
        </w:rPr>
        <w:tab/>
      </w:r>
    </w:p>
    <w:p w14:paraId="798B4109" w14:textId="77777777" w:rsidR="00573A2B" w:rsidRPr="00A21867" w:rsidRDefault="00573A2B" w:rsidP="00F86126">
      <w:pPr>
        <w:spacing w:line="276" w:lineRule="auto"/>
        <w:jc w:val="both"/>
        <w:rPr>
          <w:szCs w:val="24"/>
        </w:rPr>
      </w:pPr>
      <w:r w:rsidRPr="00A21867">
        <w:rPr>
          <w:szCs w:val="24"/>
        </w:rPr>
        <w:t>Présenté(e) par l’Ecole de Cirque : ………………………………………………   Responsable de l’école : ……………………..</w:t>
      </w:r>
      <w:r w:rsidRPr="00A21867">
        <w:rPr>
          <w:szCs w:val="24"/>
        </w:rPr>
        <w:tab/>
      </w:r>
    </w:p>
    <w:p w14:paraId="6E4AE217" w14:textId="77777777" w:rsidR="00573A2B" w:rsidRPr="00A21867" w:rsidRDefault="00573A2B" w:rsidP="00F86126">
      <w:pPr>
        <w:spacing w:line="276" w:lineRule="auto"/>
        <w:jc w:val="both"/>
        <w:rPr>
          <w:szCs w:val="24"/>
        </w:rPr>
      </w:pPr>
      <w:r w:rsidRPr="00A21867">
        <w:rPr>
          <w:szCs w:val="24"/>
        </w:rPr>
        <w:t>Adresse :……………………………………………………………………………………………………………</w:t>
      </w:r>
    </w:p>
    <w:p w14:paraId="49D074E1" w14:textId="77777777" w:rsidR="00573A2B" w:rsidRPr="00A21867" w:rsidRDefault="00573A2B" w:rsidP="00F86126">
      <w:pPr>
        <w:spacing w:line="276" w:lineRule="auto"/>
        <w:jc w:val="both"/>
        <w:rPr>
          <w:szCs w:val="24"/>
        </w:rPr>
      </w:pPr>
      <w:r w:rsidRPr="00A21867">
        <w:rPr>
          <w:szCs w:val="24"/>
        </w:rPr>
        <w:t xml:space="preserve">Code Postal : /_/_/_/_/_/     Ville :…………………………………………. </w:t>
      </w:r>
    </w:p>
    <w:p w14:paraId="6247100B" w14:textId="4B7C9645" w:rsidR="00573A2B" w:rsidRDefault="00573A2B" w:rsidP="00F86126">
      <w:pPr>
        <w:spacing w:line="276" w:lineRule="auto"/>
        <w:jc w:val="both"/>
        <w:rPr>
          <w:szCs w:val="24"/>
        </w:rPr>
      </w:pPr>
      <w:r w:rsidRPr="00A21867">
        <w:rPr>
          <w:szCs w:val="24"/>
        </w:rPr>
        <w:t xml:space="preserve">Email :…………………………………………………………………..          </w:t>
      </w:r>
    </w:p>
    <w:p w14:paraId="06A42337" w14:textId="77777777" w:rsidR="00FD219A" w:rsidRPr="000F5024" w:rsidRDefault="00FD219A" w:rsidP="00F86126">
      <w:pPr>
        <w:spacing w:line="276" w:lineRule="auto"/>
        <w:jc w:val="both"/>
        <w:rPr>
          <w:sz w:val="20"/>
          <w:szCs w:val="20"/>
        </w:rPr>
      </w:pPr>
    </w:p>
    <w:p w14:paraId="5B3F5A53" w14:textId="77777777" w:rsidR="00573A2B" w:rsidRDefault="00573A2B" w:rsidP="00F86126">
      <w:pPr>
        <w:pStyle w:val="Titre1"/>
        <w:pBdr>
          <w:top w:val="single" w:sz="4" w:space="1" w:color="auto"/>
          <w:left w:val="single" w:sz="4" w:space="4" w:color="auto"/>
          <w:bottom w:val="single" w:sz="4" w:space="1" w:color="auto"/>
          <w:right w:val="single" w:sz="4" w:space="4" w:color="auto"/>
        </w:pBdr>
        <w:shd w:val="clear" w:color="auto" w:fill="B2A1C7"/>
        <w:spacing w:line="276" w:lineRule="auto"/>
        <w:jc w:val="both"/>
        <w:rPr>
          <w:sz w:val="22"/>
        </w:rPr>
      </w:pPr>
      <w:r>
        <w:rPr>
          <w:sz w:val="22"/>
        </w:rPr>
        <w:t>PIECES A FOURNIR</w:t>
      </w:r>
    </w:p>
    <w:p w14:paraId="672DF43A" w14:textId="6B5B3766" w:rsidR="00A21867" w:rsidRPr="00F86126" w:rsidRDefault="00A21867" w:rsidP="00FD219A">
      <w:pPr>
        <w:ind w:left="4111"/>
        <w:jc w:val="both"/>
        <w:rPr>
          <w:color w:val="E36C0A" w:themeColor="accent6" w:themeShade="BF"/>
          <w:sz w:val="32"/>
          <w:szCs w:val="32"/>
          <w:u w:val="single"/>
        </w:rPr>
      </w:pPr>
      <w:r w:rsidRPr="00F86126">
        <w:rPr>
          <w:color w:val="E36C0A" w:themeColor="accent6" w:themeShade="BF"/>
          <w:sz w:val="32"/>
          <w:szCs w:val="32"/>
          <w:u w:val="single"/>
        </w:rPr>
        <w:t xml:space="preserve">Pour les prérequis :  </w:t>
      </w:r>
    </w:p>
    <w:p w14:paraId="250180EA" w14:textId="695E6D26" w:rsidR="00A21867" w:rsidRDefault="00A21867" w:rsidP="00FD219A">
      <w:pPr>
        <w:ind w:left="4111"/>
        <w:jc w:val="both"/>
      </w:pPr>
      <w:r>
        <w:t xml:space="preserve">• Fiche d’inscription aux prérequis remplie et signée </w:t>
      </w:r>
    </w:p>
    <w:p w14:paraId="41B9DB9C" w14:textId="77777777" w:rsidR="00A21867" w:rsidRDefault="00A21867" w:rsidP="00FD219A">
      <w:pPr>
        <w:ind w:left="4111"/>
        <w:jc w:val="both"/>
      </w:pPr>
      <w:r>
        <w:t xml:space="preserve">• 1 photo d’identité récente </w:t>
      </w:r>
    </w:p>
    <w:p w14:paraId="16361E7E" w14:textId="16378F22" w:rsidR="00A21867" w:rsidRDefault="00A21867" w:rsidP="00FD219A">
      <w:pPr>
        <w:ind w:left="4111"/>
        <w:jc w:val="both"/>
      </w:pPr>
      <w:r>
        <w:t xml:space="preserve">• Paiement de 50€ pour règlement des prérequis </w:t>
      </w:r>
    </w:p>
    <w:p w14:paraId="0B6DDF1E" w14:textId="77777777" w:rsidR="00A21867" w:rsidRPr="00F86126" w:rsidRDefault="00A21867" w:rsidP="00FD219A">
      <w:pPr>
        <w:ind w:left="-426"/>
        <w:jc w:val="both"/>
        <w:rPr>
          <w:color w:val="E36C0A" w:themeColor="accent6" w:themeShade="BF"/>
          <w:sz w:val="32"/>
          <w:szCs w:val="32"/>
          <w:u w:val="single"/>
        </w:rPr>
      </w:pPr>
      <w:r w:rsidRPr="00F86126">
        <w:rPr>
          <w:color w:val="E36C0A" w:themeColor="accent6" w:themeShade="BF"/>
          <w:sz w:val="32"/>
          <w:szCs w:val="32"/>
          <w:u w:val="single"/>
        </w:rPr>
        <w:t xml:space="preserve">Pour la formation : </w:t>
      </w:r>
    </w:p>
    <w:p w14:paraId="782E78B4" w14:textId="77777777" w:rsidR="00A21867" w:rsidRDefault="00A21867" w:rsidP="00FD219A">
      <w:pPr>
        <w:ind w:left="-426"/>
        <w:jc w:val="both"/>
      </w:pPr>
      <w:r>
        <w:t xml:space="preserve">• Fiche d’inscription aux TIAC remplie et signée </w:t>
      </w:r>
    </w:p>
    <w:p w14:paraId="1AE423B2" w14:textId="77777777" w:rsidR="00A21867" w:rsidRDefault="00A21867" w:rsidP="00FD219A">
      <w:pPr>
        <w:ind w:left="-426"/>
        <w:jc w:val="both"/>
      </w:pPr>
      <w:r>
        <w:t xml:space="preserve">• Copie de la carte d’identité en cours de validité </w:t>
      </w:r>
    </w:p>
    <w:p w14:paraId="79852703" w14:textId="77777777" w:rsidR="00A21867" w:rsidRDefault="00A21867" w:rsidP="00FD219A">
      <w:pPr>
        <w:ind w:left="-426"/>
        <w:jc w:val="both"/>
      </w:pPr>
      <w:r>
        <w:t xml:space="preserve">• 1 photo d’identité récente </w:t>
      </w:r>
    </w:p>
    <w:p w14:paraId="3ECDD022" w14:textId="77777777" w:rsidR="00A21867" w:rsidRDefault="00A21867" w:rsidP="00FD219A">
      <w:pPr>
        <w:ind w:left="-426"/>
        <w:jc w:val="both"/>
      </w:pPr>
      <w:r>
        <w:t xml:space="preserve">• Photocopie du PSC1 (de moins de 3 ans) </w:t>
      </w:r>
    </w:p>
    <w:p w14:paraId="0CC18292" w14:textId="77777777" w:rsidR="00A21867" w:rsidRDefault="00A21867" w:rsidP="00FD219A">
      <w:pPr>
        <w:ind w:left="-426"/>
        <w:jc w:val="both"/>
      </w:pPr>
      <w:r>
        <w:t xml:space="preserve">• Une lettre de motivation </w:t>
      </w:r>
    </w:p>
    <w:p w14:paraId="78F01FD8" w14:textId="77777777" w:rsidR="00A21867" w:rsidRDefault="00A21867" w:rsidP="00FD219A">
      <w:pPr>
        <w:ind w:left="-426"/>
        <w:jc w:val="both"/>
      </w:pPr>
      <w:r>
        <w:t xml:space="preserve">• Un certificat médical de moins de 3 mois autorisant la pratique sportive </w:t>
      </w:r>
    </w:p>
    <w:p w14:paraId="12549CFE" w14:textId="77777777" w:rsidR="00A21867" w:rsidRDefault="00A21867" w:rsidP="00FD219A">
      <w:pPr>
        <w:ind w:left="-426"/>
        <w:jc w:val="both"/>
      </w:pPr>
      <w:r>
        <w:t xml:space="preserve">• Attestation de réussite aux </w:t>
      </w:r>
      <w:proofErr w:type="spellStart"/>
      <w:r>
        <w:t>pré-requis</w:t>
      </w:r>
      <w:proofErr w:type="spellEnd"/>
      <w:r>
        <w:t xml:space="preserve"> </w:t>
      </w:r>
    </w:p>
    <w:p w14:paraId="48B061AF" w14:textId="77777777" w:rsidR="00A21867" w:rsidRDefault="00A21867" w:rsidP="00FD219A">
      <w:pPr>
        <w:ind w:left="-426"/>
        <w:jc w:val="both"/>
      </w:pPr>
      <w:r>
        <w:t xml:space="preserve">• Attestation du directeur de l’école </w:t>
      </w:r>
      <w:proofErr w:type="spellStart"/>
      <w:r>
        <w:t>féderée</w:t>
      </w:r>
      <w:proofErr w:type="spellEnd"/>
      <w:r>
        <w:t xml:space="preserve"> qui accueille le stagiaire en stage pratique </w:t>
      </w:r>
    </w:p>
    <w:p w14:paraId="51AA31B2" w14:textId="3ABEB641" w:rsidR="00A21867" w:rsidRDefault="00A21867" w:rsidP="00FD219A">
      <w:pPr>
        <w:ind w:left="-426"/>
        <w:jc w:val="both"/>
        <w:rPr>
          <w:sz w:val="16"/>
          <w:szCs w:val="16"/>
        </w:rPr>
      </w:pPr>
      <w:r>
        <w:t>• Paiement de 1575€ pour règlement de la formation (prise en charge possible par un OPCO)</w:t>
      </w:r>
    </w:p>
    <w:p w14:paraId="4162A485" w14:textId="77777777" w:rsidR="00FD219A" w:rsidRPr="00FD219A" w:rsidRDefault="00FD219A" w:rsidP="00FD219A">
      <w:pPr>
        <w:spacing w:line="276" w:lineRule="auto"/>
        <w:ind w:left="-426"/>
        <w:rPr>
          <w:sz w:val="16"/>
          <w:szCs w:val="16"/>
        </w:rPr>
      </w:pPr>
    </w:p>
    <w:p w14:paraId="1B1DA716" w14:textId="77777777" w:rsidR="00FD219A" w:rsidRDefault="00FD219A" w:rsidP="00FD219A">
      <w:pPr>
        <w:spacing w:line="276" w:lineRule="auto"/>
        <w:jc w:val="both"/>
        <w:rPr>
          <w:b/>
          <w:bCs/>
          <w:szCs w:val="24"/>
        </w:rPr>
      </w:pPr>
    </w:p>
    <w:p w14:paraId="72993B47" w14:textId="5B9FB435" w:rsidR="00573A2B" w:rsidRPr="00FD219A" w:rsidRDefault="00573A2B" w:rsidP="00FD219A">
      <w:pPr>
        <w:spacing w:line="276" w:lineRule="auto"/>
        <w:jc w:val="both"/>
        <w:rPr>
          <w:b/>
          <w:bCs/>
          <w:szCs w:val="24"/>
        </w:rPr>
      </w:pPr>
      <w:r w:rsidRPr="00FD219A">
        <w:rPr>
          <w:b/>
          <w:bCs/>
          <w:szCs w:val="24"/>
        </w:rPr>
        <w:t>Je soussigné(e) (NOM, Prénom) : ……………………………………………………………….</w:t>
      </w:r>
    </w:p>
    <w:p w14:paraId="7B83F71E" w14:textId="7A659357" w:rsidR="00573A2B" w:rsidRPr="00A21867" w:rsidRDefault="00573A2B" w:rsidP="00FD219A">
      <w:pPr>
        <w:numPr>
          <w:ilvl w:val="0"/>
          <w:numId w:val="5"/>
        </w:numPr>
        <w:spacing w:line="276" w:lineRule="auto"/>
        <w:ind w:left="0" w:hanging="284"/>
        <w:jc w:val="both"/>
        <w:rPr>
          <w:b/>
          <w:bCs/>
          <w:szCs w:val="24"/>
        </w:rPr>
      </w:pPr>
      <w:r w:rsidRPr="00A21867">
        <w:rPr>
          <w:szCs w:val="24"/>
        </w:rPr>
        <w:t xml:space="preserve">Déclare m’inscrire à la session </w:t>
      </w:r>
      <w:r w:rsidR="00A21867">
        <w:rPr>
          <w:szCs w:val="24"/>
        </w:rPr>
        <w:t>TIAC</w:t>
      </w:r>
      <w:r w:rsidRPr="00A21867">
        <w:rPr>
          <w:szCs w:val="24"/>
        </w:rPr>
        <w:t xml:space="preserve"> organisée par l’AFCA du </w:t>
      </w:r>
      <w:r w:rsidR="008D689B">
        <w:rPr>
          <w:szCs w:val="24"/>
        </w:rPr>
        <w:t>21</w:t>
      </w:r>
      <w:r w:rsidR="00A21867">
        <w:rPr>
          <w:szCs w:val="24"/>
        </w:rPr>
        <w:t xml:space="preserve"> </w:t>
      </w:r>
      <w:r w:rsidR="008D689B">
        <w:rPr>
          <w:szCs w:val="24"/>
        </w:rPr>
        <w:t>Octobre</w:t>
      </w:r>
      <w:r w:rsidR="00121072">
        <w:rPr>
          <w:szCs w:val="24"/>
        </w:rPr>
        <w:t xml:space="preserve"> </w:t>
      </w:r>
      <w:r w:rsidR="00A21867">
        <w:rPr>
          <w:szCs w:val="24"/>
        </w:rPr>
        <w:t xml:space="preserve">au </w:t>
      </w:r>
      <w:r w:rsidR="008D689B">
        <w:rPr>
          <w:szCs w:val="24"/>
        </w:rPr>
        <w:t>30</w:t>
      </w:r>
      <w:r w:rsidR="00121072">
        <w:rPr>
          <w:szCs w:val="24"/>
        </w:rPr>
        <w:t xml:space="preserve"> </w:t>
      </w:r>
      <w:r w:rsidR="008D689B">
        <w:rPr>
          <w:szCs w:val="24"/>
        </w:rPr>
        <w:t>Octobre</w:t>
      </w:r>
      <w:r w:rsidR="00A21867">
        <w:rPr>
          <w:szCs w:val="24"/>
        </w:rPr>
        <w:t xml:space="preserve"> 202</w:t>
      </w:r>
      <w:r w:rsidR="008D689B">
        <w:rPr>
          <w:szCs w:val="24"/>
        </w:rPr>
        <w:t>4</w:t>
      </w:r>
      <w:r w:rsidR="00D4331A">
        <w:rPr>
          <w:szCs w:val="24"/>
        </w:rPr>
        <w:t xml:space="preserve"> ET du </w:t>
      </w:r>
      <w:r w:rsidR="008D689B">
        <w:rPr>
          <w:szCs w:val="24"/>
        </w:rPr>
        <w:t>17</w:t>
      </w:r>
      <w:r w:rsidR="00D4331A">
        <w:rPr>
          <w:szCs w:val="24"/>
        </w:rPr>
        <w:t xml:space="preserve"> au 2</w:t>
      </w:r>
      <w:r w:rsidR="008D689B">
        <w:rPr>
          <w:szCs w:val="24"/>
        </w:rPr>
        <w:t>1</w:t>
      </w:r>
      <w:r w:rsidR="00D4331A">
        <w:rPr>
          <w:szCs w:val="24"/>
        </w:rPr>
        <w:t xml:space="preserve"> Février 202</w:t>
      </w:r>
      <w:r w:rsidR="008D689B">
        <w:rPr>
          <w:szCs w:val="24"/>
        </w:rPr>
        <w:t>5</w:t>
      </w:r>
      <w:r w:rsidR="00D4331A">
        <w:rPr>
          <w:szCs w:val="24"/>
        </w:rPr>
        <w:t xml:space="preserve">. </w:t>
      </w:r>
    </w:p>
    <w:p w14:paraId="10AC427F" w14:textId="1DC08F51" w:rsidR="00573A2B" w:rsidRPr="00A21867" w:rsidRDefault="00573A2B" w:rsidP="00FD219A">
      <w:pPr>
        <w:numPr>
          <w:ilvl w:val="0"/>
          <w:numId w:val="4"/>
        </w:numPr>
        <w:spacing w:line="276" w:lineRule="auto"/>
        <w:ind w:left="0"/>
        <w:jc w:val="both"/>
        <w:rPr>
          <w:b/>
          <w:bCs/>
          <w:szCs w:val="24"/>
        </w:rPr>
      </w:pPr>
      <w:r w:rsidRPr="00A21867">
        <w:rPr>
          <w:szCs w:val="24"/>
        </w:rPr>
        <w:t xml:space="preserve">Avoir pris connaissance du règlement </w:t>
      </w:r>
      <w:r w:rsidR="00A21867">
        <w:rPr>
          <w:szCs w:val="24"/>
        </w:rPr>
        <w:t>TIAC</w:t>
      </w:r>
      <w:r w:rsidRPr="00A21867">
        <w:rPr>
          <w:szCs w:val="24"/>
        </w:rPr>
        <w:t xml:space="preserve"> (ci-joint) et du dossier d’organisation de la session</w:t>
      </w:r>
    </w:p>
    <w:p w14:paraId="3B7FBAB5" w14:textId="77777777" w:rsidR="00573A2B" w:rsidRPr="00A21867" w:rsidRDefault="00573A2B" w:rsidP="00FD219A">
      <w:pPr>
        <w:numPr>
          <w:ilvl w:val="0"/>
          <w:numId w:val="4"/>
        </w:numPr>
        <w:spacing w:line="276" w:lineRule="auto"/>
        <w:ind w:left="0"/>
        <w:jc w:val="both"/>
        <w:rPr>
          <w:b/>
          <w:bCs/>
          <w:szCs w:val="24"/>
        </w:rPr>
      </w:pPr>
      <w:r w:rsidRPr="00A21867">
        <w:rPr>
          <w:szCs w:val="24"/>
        </w:rPr>
        <w:t>Etre en accord avec ce règlement et ce dossier</w:t>
      </w:r>
    </w:p>
    <w:p w14:paraId="2E2A90EA" w14:textId="77777777" w:rsidR="00573A2B" w:rsidRPr="00A21867" w:rsidRDefault="00573A2B" w:rsidP="00FD219A">
      <w:pPr>
        <w:spacing w:line="276" w:lineRule="auto"/>
        <w:jc w:val="both"/>
        <w:rPr>
          <w:b/>
          <w:bCs/>
          <w:szCs w:val="24"/>
        </w:rPr>
      </w:pPr>
      <w:r w:rsidRPr="00A21867">
        <w:rPr>
          <w:b/>
          <w:bCs/>
          <w:szCs w:val="24"/>
        </w:rPr>
        <w:t>Fait à………………………………………….</w:t>
      </w:r>
      <w:r w:rsidRPr="00A21867">
        <w:rPr>
          <w:b/>
          <w:bCs/>
          <w:szCs w:val="24"/>
        </w:rPr>
        <w:tab/>
        <w:t>Le………………………………..</w:t>
      </w:r>
      <w:r w:rsidRPr="00A21867">
        <w:rPr>
          <w:b/>
          <w:bCs/>
          <w:szCs w:val="24"/>
        </w:rPr>
        <w:tab/>
      </w:r>
      <w:r w:rsidRPr="00A21867">
        <w:rPr>
          <w:b/>
          <w:bCs/>
          <w:szCs w:val="24"/>
        </w:rPr>
        <w:tab/>
        <w:t>Signature</w:t>
      </w:r>
    </w:p>
    <w:p w14:paraId="32062EB6" w14:textId="77777777" w:rsidR="00573A2B" w:rsidRPr="00F671D1" w:rsidRDefault="00573A2B" w:rsidP="00FD219A">
      <w:pPr>
        <w:spacing w:line="276" w:lineRule="auto"/>
        <w:jc w:val="both"/>
        <w:rPr>
          <w:b/>
          <w:bCs/>
          <w:sz w:val="20"/>
          <w:szCs w:val="20"/>
        </w:rPr>
      </w:pPr>
    </w:p>
    <w:p w14:paraId="66EF5F14" w14:textId="7BD1C713" w:rsidR="00B93889" w:rsidRDefault="00B93889" w:rsidP="00FD219A">
      <w:pPr>
        <w:spacing w:line="276" w:lineRule="auto"/>
        <w:rPr>
          <w:b/>
          <w:bCs/>
          <w:sz w:val="20"/>
          <w:szCs w:val="20"/>
        </w:rPr>
      </w:pPr>
    </w:p>
    <w:p w14:paraId="39CF2528" w14:textId="5AD12FBE" w:rsidR="00A21867" w:rsidRDefault="00A21867" w:rsidP="00F86126">
      <w:pPr>
        <w:spacing w:line="276" w:lineRule="auto"/>
        <w:rPr>
          <w:b/>
          <w:bCs/>
          <w:sz w:val="20"/>
          <w:szCs w:val="20"/>
        </w:rPr>
      </w:pPr>
    </w:p>
    <w:p w14:paraId="26217F6A" w14:textId="4DAED0A6" w:rsidR="00A21867" w:rsidRDefault="00A21867" w:rsidP="00F86126">
      <w:pPr>
        <w:spacing w:line="276" w:lineRule="auto"/>
        <w:rPr>
          <w:b/>
          <w:bCs/>
          <w:sz w:val="20"/>
          <w:szCs w:val="20"/>
        </w:rPr>
      </w:pPr>
    </w:p>
    <w:p w14:paraId="5027CDDC" w14:textId="77777777" w:rsidR="00FD219A" w:rsidRDefault="00FD219A" w:rsidP="00F86126">
      <w:pPr>
        <w:spacing w:line="276" w:lineRule="auto"/>
        <w:rPr>
          <w:b/>
          <w:bCs/>
          <w:sz w:val="20"/>
          <w:szCs w:val="20"/>
        </w:rPr>
      </w:pPr>
    </w:p>
    <w:p w14:paraId="106C46D3" w14:textId="24E5D20A" w:rsidR="00A21867" w:rsidRDefault="00A21867" w:rsidP="00F86126">
      <w:pPr>
        <w:spacing w:line="276" w:lineRule="auto"/>
        <w:rPr>
          <w:b/>
          <w:bCs/>
          <w:sz w:val="20"/>
          <w:szCs w:val="20"/>
        </w:rPr>
      </w:pPr>
    </w:p>
    <w:p w14:paraId="1FB784C1" w14:textId="6C408F90" w:rsidR="00A21867" w:rsidRPr="00FD219A" w:rsidRDefault="00F86126" w:rsidP="00F86126">
      <w:pPr>
        <w:spacing w:line="276" w:lineRule="auto"/>
        <w:jc w:val="center"/>
        <w:rPr>
          <w:b/>
          <w:bCs/>
          <w:sz w:val="44"/>
          <w:szCs w:val="44"/>
        </w:rPr>
      </w:pPr>
      <w:r w:rsidRPr="00FD219A">
        <w:rPr>
          <w:b/>
          <w:bCs/>
          <w:sz w:val="44"/>
          <w:szCs w:val="44"/>
        </w:rPr>
        <w:lastRenderedPageBreak/>
        <w:t>Pour informations</w:t>
      </w:r>
      <w:r w:rsidR="00FD219A">
        <w:rPr>
          <w:b/>
          <w:bCs/>
          <w:sz w:val="44"/>
          <w:szCs w:val="44"/>
        </w:rPr>
        <w:t>….</w:t>
      </w:r>
    </w:p>
    <w:p w14:paraId="0835A4B6" w14:textId="0CFC81D5" w:rsidR="00A21867" w:rsidRDefault="00A21867" w:rsidP="00F86126">
      <w:pPr>
        <w:spacing w:line="276" w:lineRule="auto"/>
        <w:rPr>
          <w:b/>
          <w:bCs/>
          <w:sz w:val="20"/>
          <w:szCs w:val="20"/>
        </w:rPr>
      </w:pPr>
    </w:p>
    <w:p w14:paraId="6E95D85D" w14:textId="77777777" w:rsidR="00F86126" w:rsidRPr="00F86126" w:rsidRDefault="00A21867" w:rsidP="00FD219A">
      <w:pPr>
        <w:spacing w:line="276" w:lineRule="auto"/>
        <w:ind w:left="1843"/>
        <w:rPr>
          <w:color w:val="E36C0A" w:themeColor="accent6" w:themeShade="BF"/>
          <w:sz w:val="32"/>
          <w:szCs w:val="32"/>
          <w:u w:val="single"/>
        </w:rPr>
      </w:pPr>
      <w:r w:rsidRPr="00F86126">
        <w:rPr>
          <w:color w:val="E36C0A" w:themeColor="accent6" w:themeShade="BF"/>
          <w:sz w:val="32"/>
          <w:szCs w:val="32"/>
          <w:u w:val="single"/>
        </w:rPr>
        <w:t xml:space="preserve">Devenir Initiateur aux arts du cirque </w:t>
      </w:r>
    </w:p>
    <w:p w14:paraId="4E0D8632" w14:textId="25D16ED6" w:rsidR="00A21867" w:rsidRDefault="00A21867" w:rsidP="00FD219A">
      <w:pPr>
        <w:spacing w:line="276" w:lineRule="auto"/>
        <w:ind w:left="1843" w:firstLine="720"/>
        <w:jc w:val="both"/>
      </w:pPr>
      <w:r>
        <w:t>L’initiateur intervient dans les prémisses de l’apprentissage des arts du cirque (sensibilisation et découverte). En dehors des apprentissages techniques, éducatifs et artistiques, il a pour mission de donner goût aux arts du cirque. Il connait et accompagne l’ensemble des disciplines (polyvalence) dans la logique d’une activité d’expression et de création. Il traduit un projet pédagogique par des activités articulant les notions de créativité, figure, routine, expression, acquisition technique, entraînement, progression et préparation à l’action, tout en assurant la sécurité physique et affective des pratiquants. Sa démarche se nourrit de ressources artistiques et pédagogiques (théories, histoires, évolutions). L’initiateur travaille seul ou en équipe sous la gouverne d’un directeur, d’un responsable pédagogique ou d’un coordinateur pédagogique</w:t>
      </w:r>
    </w:p>
    <w:p w14:paraId="6B8E50FA" w14:textId="6EEDBF66" w:rsidR="00A21867" w:rsidRDefault="00A21867" w:rsidP="00F86126">
      <w:pPr>
        <w:spacing w:line="276" w:lineRule="auto"/>
      </w:pPr>
    </w:p>
    <w:p w14:paraId="56AA8126" w14:textId="77777777" w:rsidR="00F86126" w:rsidRPr="00F86126" w:rsidRDefault="00A21867" w:rsidP="00F86126">
      <w:pPr>
        <w:spacing w:line="276" w:lineRule="auto"/>
        <w:rPr>
          <w:color w:val="E36C0A" w:themeColor="accent6" w:themeShade="BF"/>
          <w:sz w:val="32"/>
          <w:szCs w:val="32"/>
          <w:u w:val="single"/>
        </w:rPr>
      </w:pPr>
      <w:r w:rsidRPr="00F86126">
        <w:rPr>
          <w:color w:val="E36C0A" w:themeColor="accent6" w:themeShade="BF"/>
          <w:sz w:val="32"/>
          <w:szCs w:val="32"/>
          <w:u w:val="single"/>
        </w:rPr>
        <w:t xml:space="preserve">Les Objectifs de la formation </w:t>
      </w:r>
    </w:p>
    <w:p w14:paraId="405ED213" w14:textId="77777777" w:rsidR="00F86126" w:rsidRDefault="00A21867" w:rsidP="00F86126">
      <w:pPr>
        <w:spacing w:line="276" w:lineRule="auto"/>
        <w:ind w:firstLine="720"/>
        <w:jc w:val="both"/>
      </w:pPr>
      <w:r>
        <w:t xml:space="preserve">Le TIAC est une formation </w:t>
      </w:r>
      <w:r w:rsidR="00F86126">
        <w:t>professionnalisante</w:t>
      </w:r>
      <w:r>
        <w:t xml:space="preserve">. Elle a pour but d’apporter les compétences de base nécessaires à l’initiation des différents publics. </w:t>
      </w:r>
    </w:p>
    <w:p w14:paraId="3CC594A1" w14:textId="77777777" w:rsidR="00F86126" w:rsidRDefault="00F86126" w:rsidP="00F86126">
      <w:pPr>
        <w:spacing w:line="276" w:lineRule="auto"/>
        <w:jc w:val="both"/>
      </w:pPr>
    </w:p>
    <w:p w14:paraId="7B9DEF86" w14:textId="33B0EBF5" w:rsidR="00F86126" w:rsidRDefault="00F86126" w:rsidP="00FF6758">
      <w:pPr>
        <w:pStyle w:val="Paragraphedeliste"/>
        <w:numPr>
          <w:ilvl w:val="1"/>
          <w:numId w:val="7"/>
        </w:numPr>
        <w:spacing w:line="276" w:lineRule="auto"/>
        <w:ind w:left="1276" w:hanging="283"/>
        <w:jc w:val="both"/>
      </w:pPr>
      <w:r>
        <w:t>Première</w:t>
      </w:r>
      <w:r w:rsidR="00A21867">
        <w:t xml:space="preserve"> session théorique 70h en centre de formation FFEC sur 2 semaines (BLOC 2) </w:t>
      </w:r>
    </w:p>
    <w:p w14:paraId="163E570D" w14:textId="77777777" w:rsidR="00F86126" w:rsidRDefault="00A21867" w:rsidP="00FF6758">
      <w:pPr>
        <w:pStyle w:val="Paragraphedeliste"/>
        <w:numPr>
          <w:ilvl w:val="1"/>
          <w:numId w:val="7"/>
        </w:numPr>
        <w:spacing w:line="276" w:lineRule="auto"/>
        <w:ind w:left="1276" w:hanging="283"/>
        <w:jc w:val="both"/>
      </w:pPr>
      <w:r>
        <w:t>Stage en entreprise 105h en école de cirque adhérente et agrée par la FFEC (BLOC2)</w:t>
      </w:r>
    </w:p>
    <w:p w14:paraId="2D108BFB" w14:textId="787E0979" w:rsidR="00A21867" w:rsidRDefault="00A21867" w:rsidP="00FF6758">
      <w:pPr>
        <w:pStyle w:val="Paragraphedeliste"/>
        <w:numPr>
          <w:ilvl w:val="1"/>
          <w:numId w:val="7"/>
        </w:numPr>
        <w:spacing w:line="276" w:lineRule="auto"/>
        <w:ind w:left="1276" w:hanging="283"/>
        <w:jc w:val="both"/>
      </w:pPr>
      <w:r>
        <w:t>Seconde session théorique 35h en centre de formation FFEC sur 1 semaine (BLOC 1, 3, 4)</w:t>
      </w:r>
    </w:p>
    <w:p w14:paraId="4676D695" w14:textId="5812F87B" w:rsidR="00A21867" w:rsidRDefault="00A21867" w:rsidP="00F86126">
      <w:pPr>
        <w:spacing w:line="276" w:lineRule="auto"/>
        <w:jc w:val="both"/>
      </w:pPr>
    </w:p>
    <w:p w14:paraId="1BFDDD90" w14:textId="77777777" w:rsidR="00F86126" w:rsidRPr="00F86126" w:rsidRDefault="00A21867" w:rsidP="00F86126">
      <w:pPr>
        <w:spacing w:line="276" w:lineRule="auto"/>
        <w:jc w:val="both"/>
        <w:rPr>
          <w:color w:val="E36C0A" w:themeColor="accent6" w:themeShade="BF"/>
          <w:sz w:val="32"/>
          <w:szCs w:val="32"/>
          <w:u w:val="single"/>
        </w:rPr>
      </w:pPr>
      <w:r w:rsidRPr="00F86126">
        <w:rPr>
          <w:color w:val="E36C0A" w:themeColor="accent6" w:themeShade="BF"/>
          <w:sz w:val="32"/>
          <w:szCs w:val="32"/>
          <w:u w:val="single"/>
        </w:rPr>
        <w:t xml:space="preserve">Les Modalités d’évaluation </w:t>
      </w:r>
    </w:p>
    <w:p w14:paraId="566D6B0E" w14:textId="1227BE0F" w:rsidR="00F86126" w:rsidRDefault="00A21867" w:rsidP="00F86126">
      <w:pPr>
        <w:spacing w:line="276" w:lineRule="auto"/>
        <w:jc w:val="both"/>
      </w:pPr>
      <w:r>
        <w:t xml:space="preserve">Dossier professionnel </w:t>
      </w:r>
      <w:r w:rsidR="00F86126">
        <w:tab/>
      </w:r>
      <w:r w:rsidR="00F86126">
        <w:tab/>
      </w:r>
      <w:r w:rsidR="00F86126">
        <w:tab/>
      </w:r>
      <w:r w:rsidR="00F86126">
        <w:tab/>
      </w:r>
      <w:r w:rsidR="00F86126">
        <w:tab/>
      </w:r>
      <w:r>
        <w:t xml:space="preserve">40 min B1 -B2 -B3 -B4 </w:t>
      </w:r>
    </w:p>
    <w:p w14:paraId="6AD3652A" w14:textId="0505A85B" w:rsidR="00A21867" w:rsidRDefault="00A21867" w:rsidP="00F86126">
      <w:pPr>
        <w:spacing w:line="276" w:lineRule="auto"/>
        <w:jc w:val="both"/>
      </w:pPr>
      <w:r>
        <w:t xml:space="preserve">Séance d’initiation aux arts du cirque </w:t>
      </w:r>
      <w:r w:rsidR="00F86126">
        <w:tab/>
      </w:r>
      <w:r w:rsidR="00F86126">
        <w:tab/>
      </w:r>
      <w:r w:rsidR="00F86126">
        <w:tab/>
      </w:r>
      <w:r>
        <w:t>120 min B2</w:t>
      </w:r>
    </w:p>
    <w:p w14:paraId="45186C9F" w14:textId="461DFC36" w:rsidR="00F86126" w:rsidRDefault="00F86126" w:rsidP="00F86126">
      <w:pPr>
        <w:spacing w:line="276" w:lineRule="auto"/>
        <w:jc w:val="both"/>
      </w:pPr>
    </w:p>
    <w:p w14:paraId="0761779E" w14:textId="41368D43" w:rsidR="00F86126" w:rsidRDefault="00F86126" w:rsidP="00F86126">
      <w:pPr>
        <w:spacing w:line="276" w:lineRule="auto"/>
        <w:jc w:val="both"/>
      </w:pPr>
    </w:p>
    <w:p w14:paraId="64D62B43" w14:textId="0746A713" w:rsidR="00F86126" w:rsidRDefault="00F86126" w:rsidP="00F86126">
      <w:pPr>
        <w:spacing w:line="276" w:lineRule="auto"/>
        <w:jc w:val="both"/>
      </w:pPr>
    </w:p>
    <w:p w14:paraId="3C842F70" w14:textId="361CA39F" w:rsidR="00F86126" w:rsidRDefault="00F86126" w:rsidP="00F86126">
      <w:pPr>
        <w:spacing w:line="276" w:lineRule="auto"/>
        <w:jc w:val="both"/>
      </w:pPr>
    </w:p>
    <w:p w14:paraId="03BDCCA1" w14:textId="235FE301" w:rsidR="00F86126" w:rsidRDefault="00F86126" w:rsidP="00F86126">
      <w:pPr>
        <w:spacing w:line="276" w:lineRule="auto"/>
        <w:jc w:val="both"/>
      </w:pPr>
    </w:p>
    <w:p w14:paraId="30945EC7" w14:textId="4704C1B9" w:rsidR="00F86126" w:rsidRDefault="00F86126" w:rsidP="00F86126">
      <w:pPr>
        <w:spacing w:line="276" w:lineRule="auto"/>
        <w:jc w:val="both"/>
      </w:pPr>
    </w:p>
    <w:p w14:paraId="1C88B059" w14:textId="08AE2C99" w:rsidR="00F86126" w:rsidRDefault="00F86126" w:rsidP="00F86126">
      <w:pPr>
        <w:spacing w:line="276" w:lineRule="auto"/>
        <w:jc w:val="both"/>
      </w:pPr>
    </w:p>
    <w:p w14:paraId="1CF1ABF9" w14:textId="61485D3E" w:rsidR="00FD219A" w:rsidRDefault="00FD219A" w:rsidP="00F86126">
      <w:pPr>
        <w:spacing w:line="276" w:lineRule="auto"/>
        <w:jc w:val="both"/>
      </w:pPr>
    </w:p>
    <w:p w14:paraId="302DFB60" w14:textId="6F116245" w:rsidR="00FD219A" w:rsidRDefault="00FD219A" w:rsidP="00F86126">
      <w:pPr>
        <w:spacing w:line="276" w:lineRule="auto"/>
        <w:jc w:val="both"/>
      </w:pPr>
    </w:p>
    <w:p w14:paraId="08F3ED73" w14:textId="2218B3DE" w:rsidR="00FD219A" w:rsidRDefault="00FD219A" w:rsidP="00F86126">
      <w:pPr>
        <w:spacing w:line="276" w:lineRule="auto"/>
        <w:jc w:val="both"/>
      </w:pPr>
    </w:p>
    <w:p w14:paraId="28B90AF7" w14:textId="5DE66BDD" w:rsidR="00FF6758" w:rsidRDefault="00FF6758" w:rsidP="00F86126">
      <w:pPr>
        <w:spacing w:line="276" w:lineRule="auto"/>
        <w:jc w:val="both"/>
      </w:pPr>
    </w:p>
    <w:p w14:paraId="6BC4D7B9" w14:textId="7994B742" w:rsidR="00FF6758" w:rsidRDefault="00FF6758" w:rsidP="00F86126">
      <w:pPr>
        <w:spacing w:line="276" w:lineRule="auto"/>
        <w:jc w:val="both"/>
      </w:pPr>
    </w:p>
    <w:p w14:paraId="59476446" w14:textId="22DEB0AA" w:rsidR="00FF6758" w:rsidRDefault="00FF6758" w:rsidP="00F86126">
      <w:pPr>
        <w:spacing w:line="276" w:lineRule="auto"/>
        <w:jc w:val="both"/>
      </w:pPr>
    </w:p>
    <w:p w14:paraId="542C3E6D" w14:textId="4063BF2D" w:rsidR="00FF6758" w:rsidRDefault="00FF6758" w:rsidP="00F86126">
      <w:pPr>
        <w:spacing w:line="276" w:lineRule="auto"/>
        <w:jc w:val="both"/>
      </w:pPr>
    </w:p>
    <w:p w14:paraId="4DAA0A8C" w14:textId="0F63779A" w:rsidR="00FF6758" w:rsidRDefault="00FF6758" w:rsidP="00F86126">
      <w:pPr>
        <w:spacing w:line="276" w:lineRule="auto"/>
        <w:jc w:val="both"/>
      </w:pPr>
    </w:p>
    <w:p w14:paraId="75F00125" w14:textId="1368DD1C" w:rsidR="00FF6758" w:rsidRDefault="00FF6758" w:rsidP="00F86126">
      <w:pPr>
        <w:spacing w:line="276" w:lineRule="auto"/>
        <w:jc w:val="both"/>
      </w:pPr>
    </w:p>
    <w:p w14:paraId="38F7279B" w14:textId="77777777" w:rsidR="00FF6758" w:rsidRDefault="00FF6758" w:rsidP="00F86126">
      <w:pPr>
        <w:spacing w:line="276" w:lineRule="auto"/>
        <w:jc w:val="both"/>
      </w:pPr>
    </w:p>
    <w:p w14:paraId="59F0D4A0" w14:textId="77777777" w:rsidR="00FD219A" w:rsidRDefault="00FD219A" w:rsidP="00F86126">
      <w:pPr>
        <w:spacing w:line="276" w:lineRule="auto"/>
        <w:jc w:val="both"/>
      </w:pPr>
    </w:p>
    <w:p w14:paraId="752D49DB" w14:textId="77777777" w:rsidR="00F86126" w:rsidRDefault="00F86126" w:rsidP="00F86126">
      <w:pPr>
        <w:spacing w:line="276" w:lineRule="auto"/>
        <w:jc w:val="both"/>
      </w:pPr>
    </w:p>
    <w:p w14:paraId="535B122E" w14:textId="7CB73421" w:rsidR="00BB35F9" w:rsidRDefault="00BB35F9" w:rsidP="00F86126">
      <w:pPr>
        <w:spacing w:line="276" w:lineRule="auto"/>
        <w:ind w:left="1701"/>
        <w:jc w:val="both"/>
        <w:rPr>
          <w:color w:val="E36C0A" w:themeColor="accent6" w:themeShade="BF"/>
          <w:sz w:val="32"/>
          <w:szCs w:val="32"/>
          <w:u w:val="single"/>
        </w:rPr>
      </w:pPr>
    </w:p>
    <w:p w14:paraId="1B57D97D" w14:textId="77777777" w:rsidR="00FF6758" w:rsidRDefault="00FF6758" w:rsidP="00F86126">
      <w:pPr>
        <w:spacing w:line="276" w:lineRule="auto"/>
        <w:ind w:left="1701"/>
        <w:jc w:val="both"/>
        <w:rPr>
          <w:color w:val="E36C0A" w:themeColor="accent6" w:themeShade="BF"/>
          <w:sz w:val="32"/>
          <w:szCs w:val="32"/>
          <w:u w:val="single"/>
        </w:rPr>
      </w:pPr>
    </w:p>
    <w:p w14:paraId="6F68DEB9" w14:textId="584B146A" w:rsidR="00F86126" w:rsidRPr="00F86126" w:rsidRDefault="00F86126" w:rsidP="00F86126">
      <w:pPr>
        <w:spacing w:line="276" w:lineRule="auto"/>
        <w:ind w:left="1701"/>
        <w:jc w:val="both"/>
        <w:rPr>
          <w:color w:val="E36C0A" w:themeColor="accent6" w:themeShade="BF"/>
          <w:sz w:val="32"/>
          <w:szCs w:val="32"/>
          <w:u w:val="single"/>
        </w:rPr>
      </w:pPr>
      <w:r w:rsidRPr="00F86126">
        <w:rPr>
          <w:color w:val="E36C0A" w:themeColor="accent6" w:themeShade="BF"/>
          <w:sz w:val="32"/>
          <w:szCs w:val="32"/>
          <w:u w:val="single"/>
        </w:rPr>
        <w:t xml:space="preserve">Fiche des exigences techniques préalables à l’entrée en formation (prérequis) </w:t>
      </w:r>
    </w:p>
    <w:p w14:paraId="3054B697" w14:textId="67D54939" w:rsidR="00BB35F9" w:rsidRDefault="00BB35F9" w:rsidP="00BB35F9">
      <w:pPr>
        <w:spacing w:line="276" w:lineRule="auto"/>
        <w:jc w:val="both"/>
      </w:pPr>
    </w:p>
    <w:p w14:paraId="7C66F9BA" w14:textId="1587559A" w:rsidR="00BB35F9" w:rsidRDefault="00BB35F9" w:rsidP="00BB35F9">
      <w:pPr>
        <w:spacing w:line="276" w:lineRule="auto"/>
        <w:jc w:val="both"/>
      </w:pPr>
    </w:p>
    <w:p w14:paraId="03EBA055" w14:textId="77777777" w:rsidR="00BB35F9" w:rsidRDefault="00BB35F9" w:rsidP="00BB35F9">
      <w:pPr>
        <w:spacing w:line="276" w:lineRule="auto"/>
        <w:jc w:val="both"/>
      </w:pPr>
    </w:p>
    <w:p w14:paraId="7FB1D13B" w14:textId="77777777" w:rsidR="00BB35F9" w:rsidRDefault="00BB35F9" w:rsidP="00F86126">
      <w:pPr>
        <w:spacing w:line="276" w:lineRule="auto"/>
        <w:ind w:left="1701"/>
        <w:jc w:val="both"/>
      </w:pPr>
    </w:p>
    <w:p w14:paraId="72806BB9" w14:textId="77777777" w:rsidR="00F86126" w:rsidRPr="00BB35F9" w:rsidRDefault="00F86126" w:rsidP="00BB35F9">
      <w:pPr>
        <w:spacing w:line="276" w:lineRule="auto"/>
        <w:ind w:left="284"/>
        <w:jc w:val="both"/>
        <w:rPr>
          <w:b/>
          <w:bCs/>
          <w:color w:val="7030A0"/>
          <w:sz w:val="28"/>
          <w:szCs w:val="28"/>
        </w:rPr>
      </w:pPr>
      <w:r w:rsidRPr="00BB35F9">
        <w:rPr>
          <w:b/>
          <w:bCs/>
          <w:color w:val="7030A0"/>
          <w:sz w:val="28"/>
          <w:szCs w:val="28"/>
        </w:rPr>
        <w:t xml:space="preserve">Pour les Activités Acrobatiques : </w:t>
      </w:r>
    </w:p>
    <w:p w14:paraId="1B4A8C0B" w14:textId="77777777" w:rsidR="00BB35F9" w:rsidRDefault="00F86126" w:rsidP="00BB35F9">
      <w:pPr>
        <w:spacing w:line="276" w:lineRule="auto"/>
        <w:ind w:left="284"/>
        <w:jc w:val="both"/>
      </w:pPr>
      <w:r>
        <w:t xml:space="preserve">• être capable de réaliser un enchaînement intégrant une roulade avant, une roulade arrière, une roue, une rondade, un équilibre. </w:t>
      </w:r>
    </w:p>
    <w:p w14:paraId="7BF08ECE" w14:textId="77777777" w:rsidR="00BB35F9" w:rsidRDefault="00BB35F9" w:rsidP="00BB35F9">
      <w:pPr>
        <w:spacing w:line="276" w:lineRule="auto"/>
        <w:ind w:left="284"/>
        <w:jc w:val="both"/>
      </w:pPr>
    </w:p>
    <w:p w14:paraId="58B0E83D" w14:textId="77777777" w:rsidR="00BB35F9" w:rsidRPr="00BB35F9" w:rsidRDefault="00F86126" w:rsidP="00BB35F9">
      <w:pPr>
        <w:spacing w:line="276" w:lineRule="auto"/>
        <w:ind w:left="284"/>
        <w:jc w:val="both"/>
        <w:rPr>
          <w:b/>
          <w:bCs/>
          <w:color w:val="7030A0"/>
          <w:sz w:val="28"/>
          <w:szCs w:val="28"/>
        </w:rPr>
      </w:pPr>
      <w:r w:rsidRPr="00BB35F9">
        <w:rPr>
          <w:b/>
          <w:bCs/>
          <w:color w:val="7030A0"/>
          <w:sz w:val="28"/>
          <w:szCs w:val="28"/>
        </w:rPr>
        <w:t xml:space="preserve">Pour les Activités de Manipulation d’objets : </w:t>
      </w:r>
    </w:p>
    <w:p w14:paraId="0447FA78" w14:textId="77777777" w:rsidR="00217901" w:rsidRDefault="00F86126" w:rsidP="00BB35F9">
      <w:pPr>
        <w:spacing w:line="276" w:lineRule="auto"/>
        <w:ind w:left="284"/>
        <w:jc w:val="both"/>
      </w:pPr>
      <w:r>
        <w:t xml:space="preserve">• être capable de réaliser un passing simple avec trois massues par personne ; </w:t>
      </w:r>
    </w:p>
    <w:p w14:paraId="0B25E899" w14:textId="39942B25" w:rsidR="00BB35F9" w:rsidRDefault="00F86126" w:rsidP="00BB35F9">
      <w:pPr>
        <w:spacing w:line="276" w:lineRule="auto"/>
        <w:ind w:left="284"/>
        <w:jc w:val="both"/>
      </w:pPr>
      <w:r>
        <w:t xml:space="preserve">• être capable de réaliser une routine à trois balles ; </w:t>
      </w:r>
    </w:p>
    <w:p w14:paraId="183EFB9D" w14:textId="77777777" w:rsidR="00BB35F9" w:rsidRDefault="00F86126" w:rsidP="00BB35F9">
      <w:pPr>
        <w:spacing w:line="276" w:lineRule="auto"/>
        <w:ind w:left="284"/>
        <w:jc w:val="both"/>
      </w:pPr>
      <w:r>
        <w:t xml:space="preserve">• être capable d’exécuter un enchaînement avec le diabolo ; </w:t>
      </w:r>
    </w:p>
    <w:p w14:paraId="2576BA76" w14:textId="77777777" w:rsidR="00BB35F9" w:rsidRDefault="00F86126" w:rsidP="00BB35F9">
      <w:pPr>
        <w:spacing w:line="276" w:lineRule="auto"/>
        <w:ind w:left="284"/>
        <w:jc w:val="both"/>
      </w:pPr>
      <w:r>
        <w:t xml:space="preserve">• être capable d’exécuter un enchaînement avec le bâton du diable ; </w:t>
      </w:r>
    </w:p>
    <w:p w14:paraId="53E84FB6" w14:textId="77777777" w:rsidR="00BB35F9" w:rsidRDefault="00F86126" w:rsidP="00BB35F9">
      <w:pPr>
        <w:spacing w:line="276" w:lineRule="auto"/>
        <w:ind w:left="284"/>
        <w:jc w:val="both"/>
      </w:pPr>
      <w:r>
        <w:t xml:space="preserve">• être capable d’exécuter un enchaînement avec trois boîtes ; </w:t>
      </w:r>
    </w:p>
    <w:p w14:paraId="28D0C676" w14:textId="77777777" w:rsidR="00BB35F9" w:rsidRDefault="00F86126" w:rsidP="00BB35F9">
      <w:pPr>
        <w:spacing w:line="276" w:lineRule="auto"/>
        <w:ind w:left="284"/>
        <w:jc w:val="both"/>
      </w:pPr>
      <w:r>
        <w:t xml:space="preserve">• être capable d’exécuter un enchaînement avec les assiettes. Pour les </w:t>
      </w:r>
    </w:p>
    <w:p w14:paraId="62EB0D8F" w14:textId="77777777" w:rsidR="00BB35F9" w:rsidRDefault="00BB35F9" w:rsidP="00BB35F9">
      <w:pPr>
        <w:spacing w:line="276" w:lineRule="auto"/>
        <w:ind w:left="284"/>
        <w:jc w:val="both"/>
      </w:pPr>
    </w:p>
    <w:p w14:paraId="433465DF" w14:textId="6C5A653F" w:rsidR="00BB35F9" w:rsidRPr="00BB35F9" w:rsidRDefault="00F86126" w:rsidP="00BB35F9">
      <w:pPr>
        <w:spacing w:line="276" w:lineRule="auto"/>
        <w:ind w:left="284"/>
        <w:jc w:val="both"/>
        <w:rPr>
          <w:b/>
          <w:bCs/>
          <w:color w:val="7030A0"/>
          <w:sz w:val="28"/>
          <w:szCs w:val="28"/>
        </w:rPr>
      </w:pPr>
      <w:r w:rsidRPr="00BB35F9">
        <w:rPr>
          <w:b/>
          <w:bCs/>
          <w:color w:val="7030A0"/>
          <w:sz w:val="28"/>
          <w:szCs w:val="28"/>
        </w:rPr>
        <w:t xml:space="preserve">Activités d’Acrobatie aérienne : </w:t>
      </w:r>
    </w:p>
    <w:p w14:paraId="736BD5C2" w14:textId="77777777" w:rsidR="00BB35F9" w:rsidRDefault="00F86126" w:rsidP="00BB35F9">
      <w:pPr>
        <w:spacing w:line="276" w:lineRule="auto"/>
        <w:ind w:left="284"/>
        <w:jc w:val="both"/>
      </w:pPr>
      <w:r>
        <w:t xml:space="preserve">• être capable de réaliser un enchaînement de dix figures simples au trapèze fixe. </w:t>
      </w:r>
    </w:p>
    <w:p w14:paraId="5E8831A6" w14:textId="77777777" w:rsidR="00BB35F9" w:rsidRDefault="00BB35F9" w:rsidP="00BB35F9">
      <w:pPr>
        <w:spacing w:line="276" w:lineRule="auto"/>
        <w:ind w:left="284"/>
        <w:jc w:val="both"/>
      </w:pPr>
    </w:p>
    <w:p w14:paraId="64E60EF7" w14:textId="77777777" w:rsidR="00BB35F9" w:rsidRPr="00BB35F9" w:rsidRDefault="00F86126" w:rsidP="00BB35F9">
      <w:pPr>
        <w:spacing w:line="276" w:lineRule="auto"/>
        <w:ind w:left="284"/>
        <w:jc w:val="both"/>
        <w:rPr>
          <w:b/>
          <w:bCs/>
          <w:color w:val="7030A0"/>
          <w:sz w:val="28"/>
          <w:szCs w:val="28"/>
        </w:rPr>
      </w:pPr>
      <w:r w:rsidRPr="00BB35F9">
        <w:rPr>
          <w:b/>
          <w:bCs/>
          <w:color w:val="7030A0"/>
          <w:sz w:val="28"/>
          <w:szCs w:val="28"/>
        </w:rPr>
        <w:t xml:space="preserve">Pour les Activités d’Equilibre sur les objets mobiles ou fixes : </w:t>
      </w:r>
    </w:p>
    <w:p w14:paraId="69F02C93" w14:textId="77777777" w:rsidR="00BB35F9" w:rsidRDefault="00F86126" w:rsidP="00BB35F9">
      <w:pPr>
        <w:spacing w:line="276" w:lineRule="auto"/>
        <w:ind w:left="284"/>
        <w:jc w:val="both"/>
      </w:pPr>
      <w:r>
        <w:t xml:space="preserve">• être capable d’exécuter un enchaînement sur un fil tendu ; </w:t>
      </w:r>
    </w:p>
    <w:p w14:paraId="79136437" w14:textId="77777777" w:rsidR="00BB35F9" w:rsidRDefault="00F86126" w:rsidP="00BB35F9">
      <w:pPr>
        <w:spacing w:line="276" w:lineRule="auto"/>
        <w:ind w:left="284"/>
        <w:jc w:val="both"/>
      </w:pPr>
      <w:r>
        <w:t xml:space="preserve">• être capable d’exécuter un enchaînement avec un monocycle ; </w:t>
      </w:r>
    </w:p>
    <w:p w14:paraId="13B9E185" w14:textId="77777777" w:rsidR="00BB35F9" w:rsidRDefault="00F86126" w:rsidP="00BB35F9">
      <w:pPr>
        <w:spacing w:line="276" w:lineRule="auto"/>
        <w:ind w:left="284"/>
        <w:jc w:val="both"/>
      </w:pPr>
      <w:r>
        <w:t xml:space="preserve">• être capable d’exécuter un enchaînement avec la planche à rouleau ; </w:t>
      </w:r>
    </w:p>
    <w:p w14:paraId="6647D46A" w14:textId="77777777" w:rsidR="00BB35F9" w:rsidRDefault="00F86126" w:rsidP="00BB35F9">
      <w:pPr>
        <w:spacing w:line="276" w:lineRule="auto"/>
        <w:ind w:left="284"/>
        <w:jc w:val="both"/>
      </w:pPr>
      <w:r>
        <w:t xml:space="preserve">• être capable d’exécuter un enchaînement avec une boule. </w:t>
      </w:r>
    </w:p>
    <w:p w14:paraId="3D640516" w14:textId="77777777" w:rsidR="00BB35F9" w:rsidRDefault="00BB35F9" w:rsidP="00BB35F9">
      <w:pPr>
        <w:spacing w:line="276" w:lineRule="auto"/>
        <w:ind w:left="284"/>
        <w:jc w:val="both"/>
      </w:pPr>
    </w:p>
    <w:p w14:paraId="1BAA1C17" w14:textId="77777777" w:rsidR="00BB35F9" w:rsidRPr="00BB35F9" w:rsidRDefault="00F86126" w:rsidP="00BB35F9">
      <w:pPr>
        <w:spacing w:line="276" w:lineRule="auto"/>
        <w:ind w:left="284"/>
        <w:jc w:val="both"/>
        <w:rPr>
          <w:b/>
          <w:bCs/>
          <w:color w:val="7030A0"/>
          <w:sz w:val="28"/>
          <w:szCs w:val="28"/>
        </w:rPr>
      </w:pPr>
      <w:r w:rsidRPr="00BB35F9">
        <w:rPr>
          <w:b/>
          <w:bCs/>
          <w:color w:val="7030A0"/>
          <w:sz w:val="28"/>
          <w:szCs w:val="28"/>
        </w:rPr>
        <w:t xml:space="preserve">Pour les Activités d’Expression corporelle et artistique : </w:t>
      </w:r>
    </w:p>
    <w:p w14:paraId="07E3F424" w14:textId="77777777" w:rsidR="00BB35F9" w:rsidRDefault="00F86126" w:rsidP="00BB35F9">
      <w:pPr>
        <w:spacing w:line="276" w:lineRule="auto"/>
        <w:ind w:left="284"/>
        <w:jc w:val="both"/>
      </w:pPr>
      <w:r>
        <w:t xml:space="preserve">• être capable de présenter un numéro dans une des familles d’activités concernées ; </w:t>
      </w:r>
    </w:p>
    <w:p w14:paraId="44AEAEE3" w14:textId="68044BFC" w:rsidR="00F86126" w:rsidRPr="00573A2B" w:rsidRDefault="00F86126" w:rsidP="00BB35F9">
      <w:pPr>
        <w:spacing w:line="276" w:lineRule="auto"/>
        <w:ind w:left="284"/>
        <w:jc w:val="both"/>
        <w:rPr>
          <w:sz w:val="20"/>
          <w:szCs w:val="20"/>
        </w:rPr>
      </w:pPr>
      <w:r>
        <w:t>• être capable de présenter un argumentaire autour du numéro présenté</w:t>
      </w:r>
    </w:p>
    <w:sectPr w:rsidR="00F86126" w:rsidRPr="00573A2B" w:rsidSect="001A2BC8">
      <w:footerReference w:type="default" r:id="rId8"/>
      <w:pgSz w:w="11906" w:h="16838"/>
      <w:pgMar w:top="567" w:right="849" w:bottom="426" w:left="1134" w:header="1134" w:footer="3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5FE9B" w14:textId="77777777" w:rsidR="007B78DA" w:rsidRDefault="007B78DA" w:rsidP="00376794">
      <w:r>
        <w:separator/>
      </w:r>
    </w:p>
  </w:endnote>
  <w:endnote w:type="continuationSeparator" w:id="0">
    <w:p w14:paraId="554279C2" w14:textId="77777777" w:rsidR="007B78DA" w:rsidRDefault="007B78DA" w:rsidP="0037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46414" w14:textId="7B0790C6" w:rsidR="00376794" w:rsidRDefault="002F4623">
    <w:pPr>
      <w:pStyle w:val="Pieddepage"/>
    </w:pPr>
    <w:r>
      <w:rPr>
        <w:noProof/>
      </w:rPr>
      <w:drawing>
        <wp:anchor distT="0" distB="0" distL="114300" distR="114300" simplePos="0" relativeHeight="251660288" behindDoc="1" locked="0" layoutInCell="1" allowOverlap="1" wp14:anchorId="7CB334E9" wp14:editId="15144425">
          <wp:simplePos x="0" y="0"/>
          <wp:positionH relativeFrom="column">
            <wp:posOffset>477461</wp:posOffset>
          </wp:positionH>
          <wp:positionV relativeFrom="paragraph">
            <wp:posOffset>-505188</wp:posOffset>
          </wp:positionV>
          <wp:extent cx="432788" cy="679732"/>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stretch>
                    <a:fillRect/>
                  </a:stretch>
                </pic:blipFill>
                <pic:spPr>
                  <a:xfrm>
                    <a:off x="0" y="0"/>
                    <a:ext cx="432788" cy="679732"/>
                  </a:xfrm>
                  <a:prstGeom prst="rect">
                    <a:avLst/>
                  </a:prstGeom>
                </pic:spPr>
              </pic:pic>
            </a:graphicData>
          </a:graphic>
        </wp:anchor>
      </w:drawing>
    </w:r>
    <w:r>
      <w:rPr>
        <w:noProof/>
      </w:rPr>
      <w:drawing>
        <wp:anchor distT="0" distB="0" distL="114300" distR="114300" simplePos="0" relativeHeight="251660800" behindDoc="1" locked="0" layoutInCell="1" allowOverlap="1" wp14:anchorId="6B8E5164" wp14:editId="6C4A04BF">
          <wp:simplePos x="0" y="0"/>
          <wp:positionH relativeFrom="column">
            <wp:posOffset>1129591</wp:posOffset>
          </wp:positionH>
          <wp:positionV relativeFrom="paragraph">
            <wp:posOffset>-504190</wp:posOffset>
          </wp:positionV>
          <wp:extent cx="5544820" cy="677545"/>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544820" cy="67754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45733" w14:textId="77777777" w:rsidR="007B78DA" w:rsidRDefault="007B78DA" w:rsidP="00376794">
      <w:r>
        <w:separator/>
      </w:r>
    </w:p>
  </w:footnote>
  <w:footnote w:type="continuationSeparator" w:id="0">
    <w:p w14:paraId="3330ED30" w14:textId="77777777" w:rsidR="007B78DA" w:rsidRDefault="007B78DA" w:rsidP="00376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61E8"/>
    <w:multiLevelType w:val="hybridMultilevel"/>
    <w:tmpl w:val="A30C6B42"/>
    <w:lvl w:ilvl="0" w:tplc="D89EAFB8">
      <w:numFmt w:val="bullet"/>
      <w:lvlText w:val=""/>
      <w:lvlJc w:val="left"/>
      <w:pPr>
        <w:tabs>
          <w:tab w:val="num" w:pos="360"/>
        </w:tabs>
        <w:ind w:left="360" w:hanging="360"/>
      </w:pPr>
      <w:rPr>
        <w:rFonts w:ascii="Symbol" w:eastAsia="Times New Roman" w:hAnsi="Symbol"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B2E4F39"/>
    <w:multiLevelType w:val="hybridMultilevel"/>
    <w:tmpl w:val="13FAD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062278"/>
    <w:multiLevelType w:val="hybridMultilevel"/>
    <w:tmpl w:val="1CD8D95C"/>
    <w:lvl w:ilvl="0" w:tplc="EEF28358">
      <w:start w:val="1"/>
      <w:numFmt w:val="bullet"/>
      <w:lvlText w:val=""/>
      <w:lvlJc w:val="left"/>
      <w:pPr>
        <w:tabs>
          <w:tab w:val="num" w:pos="567"/>
        </w:tabs>
        <w:ind w:left="62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6E35DF"/>
    <w:multiLevelType w:val="hybridMultilevel"/>
    <w:tmpl w:val="DD3497D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A2F133F"/>
    <w:multiLevelType w:val="hybridMultilevel"/>
    <w:tmpl w:val="FCB0A16C"/>
    <w:lvl w:ilvl="0" w:tplc="D89EAFB8">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0D32E0"/>
    <w:multiLevelType w:val="hybridMultilevel"/>
    <w:tmpl w:val="E5E8781E"/>
    <w:lvl w:ilvl="0" w:tplc="FFFFFFFF">
      <w:start w:val="1"/>
      <w:numFmt w:val="decimal"/>
      <w:lvlText w:val="%1."/>
      <w:lvlJc w:val="left"/>
      <w:pPr>
        <w:ind w:left="720" w:hanging="360"/>
      </w:pPr>
    </w:lvl>
    <w:lvl w:ilvl="1" w:tplc="040C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4897EA5"/>
    <w:multiLevelType w:val="hybridMultilevel"/>
    <w:tmpl w:val="BF1E6EE2"/>
    <w:lvl w:ilvl="0" w:tplc="D89EAFB8">
      <w:numFmt w:val="bullet"/>
      <w:lvlText w:val=""/>
      <w:lvlJc w:val="left"/>
      <w:pPr>
        <w:tabs>
          <w:tab w:val="num" w:pos="720"/>
        </w:tabs>
        <w:ind w:left="720" w:hanging="360"/>
      </w:pPr>
      <w:rPr>
        <w:rFonts w:ascii="Symbol" w:eastAsia="Times New Roman" w:hAnsi="Symbol"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76289603">
    <w:abstractNumId w:val="6"/>
  </w:num>
  <w:num w:numId="2" w16cid:durableId="737283480">
    <w:abstractNumId w:val="4"/>
  </w:num>
  <w:num w:numId="3" w16cid:durableId="1913153283">
    <w:abstractNumId w:val="0"/>
  </w:num>
  <w:num w:numId="4" w16cid:durableId="802699786">
    <w:abstractNumId w:val="2"/>
  </w:num>
  <w:num w:numId="5" w16cid:durableId="661666721">
    <w:abstractNumId w:val="1"/>
  </w:num>
  <w:num w:numId="6" w16cid:durableId="1061750834">
    <w:abstractNumId w:val="3"/>
  </w:num>
  <w:num w:numId="7" w16cid:durableId="14315871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v:shadow color="black" opacity="49151f" offset=".74833mm,.74833mm"/>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6F66"/>
    <w:rsid w:val="000122FA"/>
    <w:rsid w:val="0001780B"/>
    <w:rsid w:val="00020F17"/>
    <w:rsid w:val="000415AF"/>
    <w:rsid w:val="00074893"/>
    <w:rsid w:val="00086264"/>
    <w:rsid w:val="00087254"/>
    <w:rsid w:val="00121072"/>
    <w:rsid w:val="00166F66"/>
    <w:rsid w:val="001A0112"/>
    <w:rsid w:val="001A2BC8"/>
    <w:rsid w:val="001B609B"/>
    <w:rsid w:val="00217901"/>
    <w:rsid w:val="00232B77"/>
    <w:rsid w:val="002961BC"/>
    <w:rsid w:val="002C02CA"/>
    <w:rsid w:val="002D2804"/>
    <w:rsid w:val="002D2F25"/>
    <w:rsid w:val="002F4623"/>
    <w:rsid w:val="002F6E38"/>
    <w:rsid w:val="00376794"/>
    <w:rsid w:val="003C6149"/>
    <w:rsid w:val="00403D1D"/>
    <w:rsid w:val="0041139A"/>
    <w:rsid w:val="004678D0"/>
    <w:rsid w:val="004C7C4B"/>
    <w:rsid w:val="005626D3"/>
    <w:rsid w:val="00563790"/>
    <w:rsid w:val="00573A2B"/>
    <w:rsid w:val="005C0D4E"/>
    <w:rsid w:val="005F19C1"/>
    <w:rsid w:val="005F5C0A"/>
    <w:rsid w:val="006028D0"/>
    <w:rsid w:val="00624818"/>
    <w:rsid w:val="00671835"/>
    <w:rsid w:val="007B78DA"/>
    <w:rsid w:val="007C3D34"/>
    <w:rsid w:val="007C7DD1"/>
    <w:rsid w:val="00824264"/>
    <w:rsid w:val="008A6AB0"/>
    <w:rsid w:val="008D689B"/>
    <w:rsid w:val="00966691"/>
    <w:rsid w:val="0099254A"/>
    <w:rsid w:val="009B2DF8"/>
    <w:rsid w:val="00A21867"/>
    <w:rsid w:val="00B93889"/>
    <w:rsid w:val="00BA2495"/>
    <w:rsid w:val="00BB35F9"/>
    <w:rsid w:val="00BE268A"/>
    <w:rsid w:val="00BE55B6"/>
    <w:rsid w:val="00BF185D"/>
    <w:rsid w:val="00C36FB4"/>
    <w:rsid w:val="00C40DAE"/>
    <w:rsid w:val="00C537F1"/>
    <w:rsid w:val="00C56DE7"/>
    <w:rsid w:val="00D35FCA"/>
    <w:rsid w:val="00D4331A"/>
    <w:rsid w:val="00DB1A5C"/>
    <w:rsid w:val="00E24253"/>
    <w:rsid w:val="00F33317"/>
    <w:rsid w:val="00F75A69"/>
    <w:rsid w:val="00F86126"/>
    <w:rsid w:val="00FD219A"/>
    <w:rsid w:val="00FE1D9D"/>
    <w:rsid w:val="00FE49A2"/>
    <w:rsid w:val="00FF67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v:shadow color="black" opacity="49151f" offset=".74833mm,.74833mm"/>
    </o:shapedefaults>
    <o:shapelayout v:ext="edit">
      <o:idmap v:ext="edit" data="2"/>
    </o:shapelayout>
  </w:shapeDefaults>
  <w:doNotEmbedSmartTags/>
  <w:decimalSymbol w:val=","/>
  <w:listSeparator w:val=";"/>
  <w14:docId w14:val="7D560FEE"/>
  <w15:docId w15:val="{74024F66-980B-4391-BD29-5BAF8A434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Eras Medium ITC" w:eastAsia="Times New Roman" w:hAnsi="Eras Medium ITC" w:cs="Times New Roman"/>
        <w:color w:val="403152" w:themeColor="accent4" w:themeShade="80"/>
        <w:szCs w:val="26"/>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D4E"/>
    <w:rPr>
      <w:sz w:val="24"/>
    </w:rPr>
  </w:style>
  <w:style w:type="paragraph" w:styleId="Titre1">
    <w:name w:val="heading 1"/>
    <w:basedOn w:val="Normal"/>
    <w:next w:val="Normal"/>
    <w:link w:val="Titre1Car"/>
    <w:qFormat/>
    <w:rsid w:val="00B93889"/>
    <w:pPr>
      <w:keepNext/>
      <w:jc w:val="center"/>
      <w:outlineLvl w:val="0"/>
    </w:pPr>
    <w:rPr>
      <w:rFonts w:ascii="Times New Roman" w:hAnsi="Times New Roman"/>
      <w:b/>
      <w:bCs/>
      <w:color w:val="auto"/>
      <w:sz w:val="3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76794"/>
    <w:pPr>
      <w:tabs>
        <w:tab w:val="center" w:pos="4536"/>
        <w:tab w:val="right" w:pos="9072"/>
      </w:tabs>
    </w:pPr>
  </w:style>
  <w:style w:type="character" w:customStyle="1" w:styleId="En-tteCar">
    <w:name w:val="En-tête Car"/>
    <w:basedOn w:val="Policepardfaut"/>
    <w:link w:val="En-tte"/>
    <w:uiPriority w:val="99"/>
    <w:semiHidden/>
    <w:rsid w:val="00376794"/>
    <w:rPr>
      <w:sz w:val="24"/>
    </w:rPr>
  </w:style>
  <w:style w:type="paragraph" w:styleId="Pieddepage">
    <w:name w:val="footer"/>
    <w:basedOn w:val="Normal"/>
    <w:link w:val="PieddepageCar"/>
    <w:uiPriority w:val="99"/>
    <w:unhideWhenUsed/>
    <w:rsid w:val="00376794"/>
    <w:pPr>
      <w:tabs>
        <w:tab w:val="center" w:pos="4536"/>
        <w:tab w:val="right" w:pos="9072"/>
      </w:tabs>
    </w:pPr>
  </w:style>
  <w:style w:type="character" w:customStyle="1" w:styleId="PieddepageCar">
    <w:name w:val="Pied de page Car"/>
    <w:basedOn w:val="Policepardfaut"/>
    <w:link w:val="Pieddepage"/>
    <w:uiPriority w:val="99"/>
    <w:rsid w:val="00376794"/>
    <w:rPr>
      <w:sz w:val="24"/>
    </w:rPr>
  </w:style>
  <w:style w:type="paragraph" w:styleId="Textedebulles">
    <w:name w:val="Balloon Text"/>
    <w:basedOn w:val="Normal"/>
    <w:link w:val="TextedebullesCar"/>
    <w:uiPriority w:val="99"/>
    <w:semiHidden/>
    <w:unhideWhenUsed/>
    <w:rsid w:val="00086264"/>
    <w:rPr>
      <w:rFonts w:ascii="Tahoma" w:hAnsi="Tahoma" w:cs="Tahoma"/>
      <w:sz w:val="16"/>
      <w:szCs w:val="16"/>
    </w:rPr>
  </w:style>
  <w:style w:type="character" w:customStyle="1" w:styleId="TextedebullesCar">
    <w:name w:val="Texte de bulles Car"/>
    <w:basedOn w:val="Policepardfaut"/>
    <w:link w:val="Textedebulles"/>
    <w:uiPriority w:val="99"/>
    <w:semiHidden/>
    <w:rsid w:val="00086264"/>
    <w:rPr>
      <w:rFonts w:ascii="Tahoma" w:hAnsi="Tahoma" w:cs="Tahoma"/>
      <w:sz w:val="16"/>
      <w:szCs w:val="16"/>
    </w:rPr>
  </w:style>
  <w:style w:type="paragraph" w:customStyle="1" w:styleId="Default">
    <w:name w:val="Default"/>
    <w:rsid w:val="001A2BC8"/>
    <w:pPr>
      <w:autoSpaceDE w:val="0"/>
      <w:autoSpaceDN w:val="0"/>
      <w:adjustRightInd w:val="0"/>
    </w:pPr>
    <w:rPr>
      <w:rFonts w:ascii="Calibri" w:hAnsi="Calibri" w:cs="Calibri"/>
      <w:color w:val="000000"/>
      <w:sz w:val="24"/>
      <w:szCs w:val="24"/>
    </w:rPr>
  </w:style>
  <w:style w:type="character" w:customStyle="1" w:styleId="Titre1Car">
    <w:name w:val="Titre 1 Car"/>
    <w:basedOn w:val="Policepardfaut"/>
    <w:link w:val="Titre1"/>
    <w:rsid w:val="00B93889"/>
    <w:rPr>
      <w:rFonts w:ascii="Times New Roman" w:hAnsi="Times New Roman"/>
      <w:b/>
      <w:bCs/>
      <w:color w:val="auto"/>
      <w:sz w:val="36"/>
      <w:szCs w:val="24"/>
    </w:rPr>
  </w:style>
  <w:style w:type="paragraph" w:styleId="Paragraphedeliste">
    <w:name w:val="List Paragraph"/>
    <w:basedOn w:val="Normal"/>
    <w:uiPriority w:val="72"/>
    <w:qFormat/>
    <w:rsid w:val="00F86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f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e\Desktop\Nouveau%20papier-en-t&#234;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Nouveau papier-en-tête</Template>
  <TotalTime>0</TotalTime>
  <Pages>3</Pages>
  <Words>720</Words>
  <Characters>3962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VADOR</Company>
  <LinksUpToDate>false</LinksUpToDate>
  <CharactersWithSpaces>4673</CharactersWithSpaces>
  <SharedDoc>false</SharedDoc>
  <HLinks>
    <vt:vector size="18" baseType="variant">
      <vt:variant>
        <vt:i4>7143436</vt:i4>
      </vt:variant>
      <vt:variant>
        <vt:i4>-1</vt:i4>
      </vt:variant>
      <vt:variant>
        <vt:i4>1046</vt:i4>
      </vt:variant>
      <vt:variant>
        <vt:i4>1</vt:i4>
      </vt:variant>
      <vt:variant>
        <vt:lpwstr>logafca</vt:lpwstr>
      </vt:variant>
      <vt:variant>
        <vt:lpwstr/>
      </vt:variant>
      <vt:variant>
        <vt:i4>852007</vt:i4>
      </vt:variant>
      <vt:variant>
        <vt:i4>-1</vt:i4>
      </vt:variant>
      <vt:variant>
        <vt:i4>1047</vt:i4>
      </vt:variant>
      <vt:variant>
        <vt:i4>1</vt:i4>
      </vt:variant>
      <vt:variant>
        <vt:lpwstr>bloc-afca</vt:lpwstr>
      </vt:variant>
      <vt:variant>
        <vt:lpwstr/>
      </vt:variant>
      <vt:variant>
        <vt:i4>589858</vt:i4>
      </vt:variant>
      <vt:variant>
        <vt:i4>-1</vt:i4>
      </vt:variant>
      <vt:variant>
        <vt:i4>1048</vt:i4>
      </vt:variant>
      <vt:variant>
        <vt:i4>1</vt:i4>
      </vt:variant>
      <vt:variant>
        <vt:lpwstr>fond-afca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direction</cp:lastModifiedBy>
  <cp:revision>15</cp:revision>
  <cp:lastPrinted>2020-01-24T14:28:00Z</cp:lastPrinted>
  <dcterms:created xsi:type="dcterms:W3CDTF">2018-11-29T10:31:00Z</dcterms:created>
  <dcterms:modified xsi:type="dcterms:W3CDTF">2024-05-14T09:08:00Z</dcterms:modified>
</cp:coreProperties>
</file>